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C8" w:rsidRPr="00CA4AC8" w:rsidRDefault="00D74BC8" w:rsidP="008154E2">
      <w:pPr>
        <w:ind w:firstLine="709"/>
        <w:jc w:val="center"/>
        <w:rPr>
          <w:bCs/>
          <w:sz w:val="28"/>
          <w:szCs w:val="28"/>
        </w:rPr>
      </w:pPr>
      <w:r w:rsidRPr="00CA4AC8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МУНИЦИПАЛЬНОГО ОБРАЗОВАНИЯ</w:t>
      </w:r>
    </w:p>
    <w:p w:rsidR="00D74BC8" w:rsidRPr="00CA4AC8" w:rsidRDefault="00D74BC8" w:rsidP="008154E2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154E2">
        <w:rPr>
          <w:bCs/>
          <w:sz w:val="28"/>
          <w:szCs w:val="28"/>
        </w:rPr>
        <w:t>СЕЛЬСКОЕ ПОСЕЛЕНИЕ СЕЛО ПИРОГО</w:t>
      </w:r>
      <w:r>
        <w:rPr>
          <w:bCs/>
          <w:sz w:val="28"/>
          <w:szCs w:val="28"/>
        </w:rPr>
        <w:t>ВКА</w:t>
      </w:r>
      <w:bookmarkStart w:id="0" w:name="_GoBack"/>
      <w:bookmarkEnd w:id="0"/>
      <w:r>
        <w:rPr>
          <w:bCs/>
          <w:sz w:val="28"/>
          <w:szCs w:val="28"/>
        </w:rPr>
        <w:t xml:space="preserve"> АХТУБИНСКОГО </w:t>
      </w:r>
      <w:r w:rsidRPr="008154E2">
        <w:rPr>
          <w:bCs/>
          <w:sz w:val="28"/>
          <w:szCs w:val="28"/>
        </w:rPr>
        <w:t>МУНИЦИПАЛЬНОГО РАЙОНА АСТРАХАНСКОЙ ОБЛАСТИ</w:t>
      </w:r>
      <w:r w:rsidRPr="00CA4AC8">
        <w:rPr>
          <w:bCs/>
          <w:sz w:val="28"/>
          <w:szCs w:val="28"/>
        </w:rPr>
        <w:t>»</w:t>
      </w:r>
    </w:p>
    <w:p w:rsidR="00D74BC8" w:rsidRPr="00CA4AC8" w:rsidRDefault="00D74BC8" w:rsidP="00E26152">
      <w:pPr>
        <w:ind w:firstLine="709"/>
        <w:jc w:val="center"/>
        <w:rPr>
          <w:bCs/>
          <w:sz w:val="28"/>
          <w:szCs w:val="28"/>
        </w:rPr>
      </w:pPr>
    </w:p>
    <w:p w:rsidR="00D74BC8" w:rsidRPr="00CA4AC8" w:rsidRDefault="00D74BC8" w:rsidP="00E26152">
      <w:pPr>
        <w:rPr>
          <w:bCs/>
          <w:sz w:val="28"/>
          <w:szCs w:val="28"/>
        </w:rPr>
      </w:pPr>
      <w:r w:rsidRPr="00CA4AC8">
        <w:rPr>
          <w:bCs/>
          <w:sz w:val="28"/>
          <w:szCs w:val="28"/>
        </w:rPr>
        <w:t xml:space="preserve">                                                      ПОСТАНОВЛЕНИЕ</w:t>
      </w:r>
    </w:p>
    <w:p w:rsidR="00D74BC8" w:rsidRPr="00CA4AC8" w:rsidRDefault="00D74BC8" w:rsidP="00E26152">
      <w:pPr>
        <w:rPr>
          <w:sz w:val="28"/>
          <w:szCs w:val="28"/>
        </w:rPr>
      </w:pPr>
      <w:r>
        <w:rPr>
          <w:sz w:val="28"/>
          <w:szCs w:val="28"/>
        </w:rPr>
        <w:t>01.11.2024</w:t>
      </w:r>
      <w:r w:rsidRPr="00CA4AC8">
        <w:rPr>
          <w:sz w:val="28"/>
          <w:szCs w:val="28"/>
        </w:rPr>
        <w:t xml:space="preserve">г                                                                </w:t>
      </w:r>
      <w:r>
        <w:rPr>
          <w:sz w:val="28"/>
          <w:szCs w:val="28"/>
        </w:rPr>
        <w:t xml:space="preserve">                              №19</w:t>
      </w:r>
    </w:p>
    <w:p w:rsidR="00D74BC8" w:rsidRDefault="00D74BC8" w:rsidP="00E26152">
      <w:pPr>
        <w:shd w:val="clear" w:color="auto" w:fill="FFFFFF"/>
        <w:rPr>
          <w:color w:val="000000"/>
          <w:sz w:val="28"/>
          <w:szCs w:val="28"/>
        </w:rPr>
      </w:pPr>
      <w:r w:rsidRPr="00CA4AC8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 xml:space="preserve"> </w:t>
      </w:r>
    </w:p>
    <w:p w:rsidR="00D74BC8" w:rsidRPr="00CA4AC8" w:rsidRDefault="00D74BC8" w:rsidP="00E26152">
      <w:pPr>
        <w:shd w:val="clear" w:color="auto" w:fill="FFFFFF"/>
        <w:rPr>
          <w:color w:val="2A2A2A"/>
          <w:sz w:val="28"/>
          <w:szCs w:val="28"/>
        </w:rPr>
      </w:pPr>
      <w:r w:rsidRPr="00CA4AC8">
        <w:rPr>
          <w:color w:val="000000"/>
          <w:sz w:val="28"/>
          <w:szCs w:val="28"/>
        </w:rPr>
        <w:t>муниципальной программы</w:t>
      </w:r>
    </w:p>
    <w:p w:rsidR="00D74BC8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 w:rsidRPr="00EE115A">
        <w:rPr>
          <w:sz w:val="28"/>
          <w:szCs w:val="28"/>
        </w:rPr>
        <w:t xml:space="preserve">«Реализация функций органов </w:t>
      </w:r>
    </w:p>
    <w:p w:rsidR="00D74BC8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местного самоуправления</w:t>
      </w:r>
      <w:r w:rsidRPr="00EE115A">
        <w:rPr>
          <w:sz w:val="28"/>
          <w:szCs w:val="28"/>
        </w:rPr>
        <w:t xml:space="preserve">  </w:t>
      </w:r>
    </w:p>
    <w:p w:rsidR="00D74BC8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r w:rsidRPr="00EE115A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село Пироговка </w:t>
      </w:r>
    </w:p>
    <w:p w:rsidR="00D74BC8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Ахтубинского муниципального района </w:t>
      </w:r>
    </w:p>
    <w:p w:rsidR="00D74BC8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  <w:r w:rsidRPr="00EE115A">
        <w:rPr>
          <w:sz w:val="28"/>
          <w:szCs w:val="28"/>
        </w:rPr>
        <w:t>»</w:t>
      </w:r>
    </w:p>
    <w:p w:rsidR="00D74BC8" w:rsidRDefault="00D74BC8" w:rsidP="005141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2025-2027 годы»</w:t>
      </w:r>
    </w:p>
    <w:p w:rsidR="00D74BC8" w:rsidRPr="0051411D" w:rsidRDefault="00D74BC8" w:rsidP="0051411D">
      <w:pPr>
        <w:autoSpaceDE w:val="0"/>
        <w:autoSpaceDN w:val="0"/>
        <w:adjustRightInd w:val="0"/>
        <w:rPr>
          <w:sz w:val="28"/>
          <w:szCs w:val="28"/>
        </w:rPr>
      </w:pPr>
    </w:p>
    <w:p w:rsidR="00D74BC8" w:rsidRPr="00FC60AB" w:rsidRDefault="00D74BC8" w:rsidP="00E24B59">
      <w:pPr>
        <w:pStyle w:val="NormalWeb"/>
        <w:spacing w:after="0"/>
        <w:rPr>
          <w:sz w:val="28"/>
          <w:szCs w:val="28"/>
        </w:rPr>
      </w:pPr>
      <w:r>
        <w:rPr>
          <w:sz w:val="27"/>
          <w:szCs w:val="27"/>
        </w:rPr>
        <w:t xml:space="preserve">       </w:t>
      </w:r>
      <w:r w:rsidRPr="00FC60AB">
        <w:rPr>
          <w:sz w:val="28"/>
          <w:szCs w:val="28"/>
        </w:rPr>
        <w:t>В целях эффективного и качественного исполнения полномочий органов местного самоуправления администрация МО «Сельское поселение село Пироговка Ахтубинского муниципального района Астраханской области», в соответствии с Положением «О бюджетном процессе в МО «Сельское поселение село Пироговка Ахтубинского муниципального района Астраханской области»</w:t>
      </w:r>
    </w:p>
    <w:p w:rsidR="00D74BC8" w:rsidRPr="00CA4AC8" w:rsidRDefault="00D74BC8" w:rsidP="00E26152">
      <w:pPr>
        <w:shd w:val="clear" w:color="auto" w:fill="FFFFFF"/>
        <w:spacing w:before="100" w:beforeAutospacing="1" w:after="100" w:afterAutospacing="1"/>
        <w:jc w:val="both"/>
        <w:rPr>
          <w:color w:val="2A2A2A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Pr="00CA4AC8">
        <w:rPr>
          <w:color w:val="000000"/>
          <w:sz w:val="28"/>
          <w:szCs w:val="28"/>
        </w:rPr>
        <w:t>:</w:t>
      </w:r>
    </w:p>
    <w:p w:rsidR="00D74BC8" w:rsidRPr="00E26152" w:rsidRDefault="00D74BC8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2A2A2A"/>
          <w:sz w:val="28"/>
          <w:szCs w:val="28"/>
        </w:rPr>
        <w:t>1.</w:t>
      </w:r>
      <w:r w:rsidRPr="00CA4AC8">
        <w:rPr>
          <w:color w:val="2A2A2A"/>
          <w:sz w:val="28"/>
          <w:szCs w:val="28"/>
        </w:rPr>
        <w:t>Утвердить муниципальн</w:t>
      </w:r>
      <w:r>
        <w:rPr>
          <w:color w:val="2A2A2A"/>
          <w:sz w:val="28"/>
          <w:szCs w:val="28"/>
        </w:rPr>
        <w:t>ую</w:t>
      </w:r>
      <w:r w:rsidRPr="00CA4AC8">
        <w:rPr>
          <w:color w:val="2A2A2A"/>
          <w:sz w:val="28"/>
          <w:szCs w:val="28"/>
        </w:rPr>
        <w:t xml:space="preserve"> программ</w:t>
      </w:r>
      <w:r>
        <w:rPr>
          <w:color w:val="2A2A2A"/>
          <w:sz w:val="28"/>
          <w:szCs w:val="28"/>
        </w:rPr>
        <w:t>у</w:t>
      </w:r>
      <w:r w:rsidRPr="00CA4AC8">
        <w:rPr>
          <w:color w:val="2A2A2A"/>
          <w:sz w:val="28"/>
          <w:szCs w:val="28"/>
        </w:rPr>
        <w:t xml:space="preserve"> </w:t>
      </w:r>
      <w:r w:rsidRPr="00EE115A">
        <w:rPr>
          <w:sz w:val="28"/>
          <w:szCs w:val="28"/>
        </w:rPr>
        <w:t>«Реализация функций органов местного самоу</w:t>
      </w:r>
      <w:r>
        <w:rPr>
          <w:sz w:val="28"/>
          <w:szCs w:val="28"/>
        </w:rPr>
        <w:t>правления</w:t>
      </w:r>
      <w:r w:rsidRPr="00EE1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Сельское поселение село Пироговка Ахтубинского муниципального района Астраханской области» на 2025-2027 годы» </w:t>
      </w:r>
      <w:r>
        <w:rPr>
          <w:color w:val="2A2A2A"/>
          <w:sz w:val="28"/>
          <w:szCs w:val="28"/>
        </w:rPr>
        <w:t>(приложение 1</w:t>
      </w:r>
      <w:r w:rsidRPr="00CA4AC8">
        <w:rPr>
          <w:color w:val="2A2A2A"/>
          <w:sz w:val="28"/>
          <w:szCs w:val="28"/>
        </w:rPr>
        <w:t>). </w:t>
      </w:r>
    </w:p>
    <w:p w:rsidR="00D74BC8" w:rsidRDefault="00D74BC8" w:rsidP="00E26152">
      <w:pPr>
        <w:tabs>
          <w:tab w:val="left" w:pos="7920"/>
          <w:tab w:val="left" w:pos="8100"/>
        </w:tabs>
        <w:autoSpaceDE w:val="0"/>
        <w:autoSpaceDN w:val="0"/>
        <w:adjustRightInd w:val="0"/>
        <w:jc w:val="both"/>
        <w:rPr>
          <w:color w:val="2A2A2A"/>
          <w:sz w:val="28"/>
          <w:szCs w:val="28"/>
        </w:rPr>
      </w:pPr>
    </w:p>
    <w:p w:rsidR="00D74BC8" w:rsidRDefault="00D74BC8" w:rsidP="009374A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Постановление 01.11.2023 №27</w:t>
      </w:r>
      <w:r w:rsidRPr="009374AE">
        <w:rPr>
          <w:sz w:val="28"/>
          <w:szCs w:val="28"/>
        </w:rPr>
        <w:t xml:space="preserve"> «Реализация функций органов местного самоуправления» </w:t>
      </w:r>
      <w:r>
        <w:rPr>
          <w:sz w:val="28"/>
          <w:szCs w:val="28"/>
        </w:rPr>
        <w:t>МО</w:t>
      </w:r>
      <w:r w:rsidRPr="009374AE">
        <w:rPr>
          <w:sz w:val="28"/>
          <w:szCs w:val="28"/>
        </w:rPr>
        <w:t xml:space="preserve"> </w:t>
      </w:r>
      <w:r>
        <w:rPr>
          <w:sz w:val="28"/>
          <w:szCs w:val="28"/>
        </w:rPr>
        <w:t>«Село Пироговка» на 2024-2026</w:t>
      </w:r>
      <w:r w:rsidRPr="009374AE">
        <w:rPr>
          <w:sz w:val="28"/>
          <w:szCs w:val="28"/>
        </w:rPr>
        <w:t xml:space="preserve"> годы считать утратившим силу.</w:t>
      </w:r>
    </w:p>
    <w:p w:rsidR="00D74BC8" w:rsidRDefault="00D74BC8" w:rsidP="009374AE">
      <w:pPr>
        <w:autoSpaceDE w:val="0"/>
        <w:autoSpaceDN w:val="0"/>
        <w:adjustRightInd w:val="0"/>
        <w:rPr>
          <w:sz w:val="28"/>
          <w:szCs w:val="28"/>
        </w:rPr>
      </w:pPr>
    </w:p>
    <w:p w:rsidR="00D74BC8" w:rsidRDefault="00D74BC8" w:rsidP="00E24B59">
      <w:pPr>
        <w:tabs>
          <w:tab w:val="left" w:pos="7920"/>
          <w:tab w:val="left" w:pos="81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>3</w:t>
      </w:r>
      <w:r w:rsidRPr="00CA4AC8">
        <w:rPr>
          <w:color w:val="2A2A2A"/>
          <w:sz w:val="28"/>
          <w:szCs w:val="28"/>
        </w:rPr>
        <w:t xml:space="preserve">. </w:t>
      </w:r>
      <w:r w:rsidRPr="00CA4AC8">
        <w:rPr>
          <w:rStyle w:val="FontStyle33"/>
          <w:szCs w:val="28"/>
        </w:rPr>
        <w:t xml:space="preserve">Настоящее решение вступает в силу с </w:t>
      </w:r>
      <w:r>
        <w:rPr>
          <w:rStyle w:val="FontStyle33"/>
          <w:szCs w:val="28"/>
        </w:rPr>
        <w:t>01 января 2025</w:t>
      </w:r>
      <w:r w:rsidRPr="009374AE">
        <w:rPr>
          <w:rStyle w:val="FontStyle33"/>
          <w:szCs w:val="28"/>
        </w:rPr>
        <w:t xml:space="preserve"> года и </w:t>
      </w:r>
      <w:r w:rsidRPr="009374AE">
        <w:rPr>
          <w:sz w:val="28"/>
          <w:szCs w:val="28"/>
        </w:rPr>
        <w:t>подлежит официальному опубликованию и размещению в сети Интернет на официальном сайте МО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9374AE">
        <w:rPr>
          <w:sz w:val="28"/>
          <w:szCs w:val="28"/>
        </w:rPr>
        <w:t>». </w:t>
      </w:r>
    </w:p>
    <w:p w:rsidR="00D74BC8" w:rsidRPr="009374AE" w:rsidRDefault="00D74BC8" w:rsidP="009374AE">
      <w:pPr>
        <w:autoSpaceDE w:val="0"/>
        <w:autoSpaceDN w:val="0"/>
        <w:adjustRightInd w:val="0"/>
        <w:rPr>
          <w:sz w:val="28"/>
          <w:szCs w:val="28"/>
        </w:rPr>
      </w:pPr>
    </w:p>
    <w:p w:rsidR="00D74BC8" w:rsidRPr="00CA4AC8" w:rsidRDefault="00D74BC8" w:rsidP="00E26152">
      <w:pPr>
        <w:shd w:val="clear" w:color="auto" w:fill="FFFFFF"/>
        <w:spacing w:before="100" w:beforeAutospacing="1" w:after="100" w:afterAutospacing="1"/>
        <w:jc w:val="both"/>
        <w:rPr>
          <w:color w:val="2A2A2A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A4AC8">
        <w:rPr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D74BC8" w:rsidRPr="00CA4AC8" w:rsidRDefault="00D74BC8" w:rsidP="00E26152">
      <w:pPr>
        <w:shd w:val="clear" w:color="auto" w:fill="FFFFFF"/>
        <w:spacing w:before="100" w:beforeAutospacing="1" w:after="100" w:afterAutospacing="1"/>
        <w:rPr>
          <w:color w:val="2A2A2A"/>
          <w:sz w:val="28"/>
          <w:szCs w:val="28"/>
        </w:rPr>
      </w:pPr>
      <w:r w:rsidRPr="00CA4AC8">
        <w:rPr>
          <w:color w:val="2A2A2A"/>
          <w:sz w:val="28"/>
          <w:szCs w:val="28"/>
        </w:rPr>
        <w:t> </w:t>
      </w:r>
    </w:p>
    <w:p w:rsidR="00D74BC8" w:rsidRPr="008154E2" w:rsidRDefault="00D74BC8" w:rsidP="00A71D50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CA4AC8">
        <w:rPr>
          <w:color w:val="2A2A2A"/>
          <w:sz w:val="28"/>
          <w:szCs w:val="28"/>
        </w:rPr>
        <w:t> </w:t>
      </w:r>
      <w:r>
        <w:rPr>
          <w:sz w:val="28"/>
          <w:szCs w:val="28"/>
        </w:rPr>
        <w:t>Глава  муниципального образования</w:t>
      </w:r>
      <w:r w:rsidRPr="009374A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Л.В.Гнездилова</w:t>
      </w:r>
    </w:p>
    <w:sectPr w:rsidR="00D74BC8" w:rsidRPr="008154E2" w:rsidSect="00103B9F">
      <w:headerReference w:type="default" r:id="rId7"/>
      <w:footerReference w:type="even" r:id="rId8"/>
      <w:footerReference w:type="default" r:id="rId9"/>
      <w:pgSz w:w="11906" w:h="16838"/>
      <w:pgMar w:top="709" w:right="850" w:bottom="567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BC8" w:rsidRDefault="00D74BC8" w:rsidP="0042441F">
      <w:r>
        <w:separator/>
      </w:r>
    </w:p>
  </w:endnote>
  <w:endnote w:type="continuationSeparator" w:id="0">
    <w:p w:rsidR="00D74BC8" w:rsidRDefault="00D74BC8" w:rsidP="0042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BC8" w:rsidRDefault="00D74BC8" w:rsidP="00EE1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4BC8" w:rsidRDefault="00D74B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BC8" w:rsidRDefault="00D74BC8">
    <w:pPr>
      <w:pStyle w:val="Footer"/>
    </w:pPr>
  </w:p>
  <w:p w:rsidR="00D74BC8" w:rsidRDefault="00D74B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BC8" w:rsidRDefault="00D74BC8" w:rsidP="0042441F">
      <w:r>
        <w:separator/>
      </w:r>
    </w:p>
  </w:footnote>
  <w:footnote w:type="continuationSeparator" w:id="0">
    <w:p w:rsidR="00D74BC8" w:rsidRDefault="00D74BC8" w:rsidP="00424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BC8" w:rsidRDefault="00D74BC8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rPr>
        <w:lang w:val="en-US"/>
      </w:rPr>
    </w:pPr>
    <w:r>
      <w:tab/>
    </w:r>
  </w:p>
  <w:p w:rsidR="00D74BC8" w:rsidRDefault="00D74BC8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jc w:val="center"/>
      <w:rPr>
        <w:lang w:val="en-US"/>
      </w:rPr>
    </w:pPr>
  </w:p>
  <w:p w:rsidR="00D74BC8" w:rsidRPr="00282826" w:rsidRDefault="00D74BC8" w:rsidP="00EE115A">
    <w:pPr>
      <w:pStyle w:val="Header"/>
      <w:tabs>
        <w:tab w:val="clear" w:pos="4677"/>
        <w:tab w:val="clear" w:pos="9355"/>
        <w:tab w:val="left" w:pos="127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549"/>
    <w:multiLevelType w:val="hybridMultilevel"/>
    <w:tmpl w:val="B8AC2B02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6D3BA9"/>
    <w:multiLevelType w:val="hybridMultilevel"/>
    <w:tmpl w:val="935E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8B3AE0"/>
    <w:multiLevelType w:val="hybridMultilevel"/>
    <w:tmpl w:val="73DE9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BF47EC"/>
    <w:multiLevelType w:val="hybridMultilevel"/>
    <w:tmpl w:val="BD142946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1850EA"/>
    <w:multiLevelType w:val="multilevel"/>
    <w:tmpl w:val="1B9CB3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5">
    <w:nsid w:val="51921468"/>
    <w:multiLevelType w:val="hybridMultilevel"/>
    <w:tmpl w:val="08A89634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D23C5C"/>
    <w:multiLevelType w:val="hybridMultilevel"/>
    <w:tmpl w:val="764CC52A"/>
    <w:lvl w:ilvl="0" w:tplc="8CFAD956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FF7953"/>
    <w:multiLevelType w:val="hybridMultilevel"/>
    <w:tmpl w:val="5F56BA10"/>
    <w:lvl w:ilvl="0" w:tplc="9062A41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8D3"/>
    <w:rsid w:val="00012B51"/>
    <w:rsid w:val="00025014"/>
    <w:rsid w:val="00035821"/>
    <w:rsid w:val="0003691D"/>
    <w:rsid w:val="00041059"/>
    <w:rsid w:val="000472FA"/>
    <w:rsid w:val="00055159"/>
    <w:rsid w:val="000631D8"/>
    <w:rsid w:val="00090C06"/>
    <w:rsid w:val="000910B2"/>
    <w:rsid w:val="000B28DD"/>
    <w:rsid w:val="000B47D5"/>
    <w:rsid w:val="000C05FD"/>
    <w:rsid w:val="000C38E7"/>
    <w:rsid w:val="000E23F6"/>
    <w:rsid w:val="000E5148"/>
    <w:rsid w:val="00103B9F"/>
    <w:rsid w:val="00107469"/>
    <w:rsid w:val="00136B88"/>
    <w:rsid w:val="00142873"/>
    <w:rsid w:val="00143D3F"/>
    <w:rsid w:val="00153F7B"/>
    <w:rsid w:val="001557F2"/>
    <w:rsid w:val="00157B26"/>
    <w:rsid w:val="00160E5D"/>
    <w:rsid w:val="00162C7A"/>
    <w:rsid w:val="001668D2"/>
    <w:rsid w:val="00172EF1"/>
    <w:rsid w:val="001754BB"/>
    <w:rsid w:val="001807A9"/>
    <w:rsid w:val="001873DA"/>
    <w:rsid w:val="00191C61"/>
    <w:rsid w:val="001926EA"/>
    <w:rsid w:val="00195AD7"/>
    <w:rsid w:val="001A2460"/>
    <w:rsid w:val="001A710D"/>
    <w:rsid w:val="001B66D6"/>
    <w:rsid w:val="001D704D"/>
    <w:rsid w:val="001E06CB"/>
    <w:rsid w:val="00200ECA"/>
    <w:rsid w:val="002013D0"/>
    <w:rsid w:val="0022307C"/>
    <w:rsid w:val="002254FB"/>
    <w:rsid w:val="00234F15"/>
    <w:rsid w:val="0025212A"/>
    <w:rsid w:val="00262465"/>
    <w:rsid w:val="00262DB5"/>
    <w:rsid w:val="002638DB"/>
    <w:rsid w:val="00266A73"/>
    <w:rsid w:val="0026702C"/>
    <w:rsid w:val="002738EB"/>
    <w:rsid w:val="00282826"/>
    <w:rsid w:val="00283CD1"/>
    <w:rsid w:val="002A2841"/>
    <w:rsid w:val="002A5634"/>
    <w:rsid w:val="002E33C3"/>
    <w:rsid w:val="0030233E"/>
    <w:rsid w:val="00303C81"/>
    <w:rsid w:val="00305FB8"/>
    <w:rsid w:val="00307D25"/>
    <w:rsid w:val="0031038E"/>
    <w:rsid w:val="003429B7"/>
    <w:rsid w:val="00351FBC"/>
    <w:rsid w:val="00355CCD"/>
    <w:rsid w:val="00361586"/>
    <w:rsid w:val="003707BC"/>
    <w:rsid w:val="0037408F"/>
    <w:rsid w:val="0038570B"/>
    <w:rsid w:val="0038740B"/>
    <w:rsid w:val="003950CA"/>
    <w:rsid w:val="003B0A66"/>
    <w:rsid w:val="003B578C"/>
    <w:rsid w:val="003C4121"/>
    <w:rsid w:val="003E1E38"/>
    <w:rsid w:val="003E1FB3"/>
    <w:rsid w:val="003E6EE7"/>
    <w:rsid w:val="003F137B"/>
    <w:rsid w:val="003F1E57"/>
    <w:rsid w:val="003F329B"/>
    <w:rsid w:val="00405C16"/>
    <w:rsid w:val="004108AF"/>
    <w:rsid w:val="00411F17"/>
    <w:rsid w:val="004158E2"/>
    <w:rsid w:val="00416390"/>
    <w:rsid w:val="00417467"/>
    <w:rsid w:val="0042441F"/>
    <w:rsid w:val="00427E0E"/>
    <w:rsid w:val="00447C8E"/>
    <w:rsid w:val="00453B5C"/>
    <w:rsid w:val="00470595"/>
    <w:rsid w:val="00473560"/>
    <w:rsid w:val="0047368F"/>
    <w:rsid w:val="00475110"/>
    <w:rsid w:val="004768C5"/>
    <w:rsid w:val="004769B9"/>
    <w:rsid w:val="00477241"/>
    <w:rsid w:val="00491404"/>
    <w:rsid w:val="00496B8A"/>
    <w:rsid w:val="004A5030"/>
    <w:rsid w:val="004A690D"/>
    <w:rsid w:val="004B2C6D"/>
    <w:rsid w:val="004C081A"/>
    <w:rsid w:val="004D0D1E"/>
    <w:rsid w:val="004D6352"/>
    <w:rsid w:val="004E0C9C"/>
    <w:rsid w:val="004E3415"/>
    <w:rsid w:val="004F2141"/>
    <w:rsid w:val="00500291"/>
    <w:rsid w:val="0051411D"/>
    <w:rsid w:val="005205D7"/>
    <w:rsid w:val="00525423"/>
    <w:rsid w:val="00534ED5"/>
    <w:rsid w:val="0054060F"/>
    <w:rsid w:val="00551EBA"/>
    <w:rsid w:val="00552974"/>
    <w:rsid w:val="00567948"/>
    <w:rsid w:val="005770FB"/>
    <w:rsid w:val="00590885"/>
    <w:rsid w:val="00592DB8"/>
    <w:rsid w:val="005932C9"/>
    <w:rsid w:val="00593DE5"/>
    <w:rsid w:val="00595357"/>
    <w:rsid w:val="005B24F2"/>
    <w:rsid w:val="005B3037"/>
    <w:rsid w:val="005C362A"/>
    <w:rsid w:val="005D0A45"/>
    <w:rsid w:val="005E5719"/>
    <w:rsid w:val="00604616"/>
    <w:rsid w:val="006049AE"/>
    <w:rsid w:val="00615237"/>
    <w:rsid w:val="0061662E"/>
    <w:rsid w:val="00624521"/>
    <w:rsid w:val="0064433D"/>
    <w:rsid w:val="006443A4"/>
    <w:rsid w:val="00644492"/>
    <w:rsid w:val="006511DE"/>
    <w:rsid w:val="00657818"/>
    <w:rsid w:val="00662040"/>
    <w:rsid w:val="00663504"/>
    <w:rsid w:val="00673CEC"/>
    <w:rsid w:val="00677697"/>
    <w:rsid w:val="0067779B"/>
    <w:rsid w:val="006806CC"/>
    <w:rsid w:val="006816E1"/>
    <w:rsid w:val="00684320"/>
    <w:rsid w:val="00693BC1"/>
    <w:rsid w:val="006952C9"/>
    <w:rsid w:val="006953A1"/>
    <w:rsid w:val="006A3C8B"/>
    <w:rsid w:val="006B64C9"/>
    <w:rsid w:val="006C17D2"/>
    <w:rsid w:val="006C5F3A"/>
    <w:rsid w:val="006C6C69"/>
    <w:rsid w:val="006D20DB"/>
    <w:rsid w:val="006E26BA"/>
    <w:rsid w:val="006F2483"/>
    <w:rsid w:val="00700B84"/>
    <w:rsid w:val="007042B4"/>
    <w:rsid w:val="00720171"/>
    <w:rsid w:val="007233F9"/>
    <w:rsid w:val="007269F9"/>
    <w:rsid w:val="00727BA8"/>
    <w:rsid w:val="00736EAE"/>
    <w:rsid w:val="007458D3"/>
    <w:rsid w:val="007546EC"/>
    <w:rsid w:val="00787742"/>
    <w:rsid w:val="00791CC6"/>
    <w:rsid w:val="007949C0"/>
    <w:rsid w:val="007A0D0F"/>
    <w:rsid w:val="007A7680"/>
    <w:rsid w:val="007B045F"/>
    <w:rsid w:val="007B5DA6"/>
    <w:rsid w:val="007B67F5"/>
    <w:rsid w:val="007C72B3"/>
    <w:rsid w:val="007F615F"/>
    <w:rsid w:val="008154E2"/>
    <w:rsid w:val="00817194"/>
    <w:rsid w:val="00822D95"/>
    <w:rsid w:val="008244DA"/>
    <w:rsid w:val="00832A3F"/>
    <w:rsid w:val="0085425C"/>
    <w:rsid w:val="008601BA"/>
    <w:rsid w:val="00862090"/>
    <w:rsid w:val="0087051E"/>
    <w:rsid w:val="00877E42"/>
    <w:rsid w:val="008820BD"/>
    <w:rsid w:val="00884380"/>
    <w:rsid w:val="00884700"/>
    <w:rsid w:val="00892084"/>
    <w:rsid w:val="008B5268"/>
    <w:rsid w:val="008B57FB"/>
    <w:rsid w:val="008C2C49"/>
    <w:rsid w:val="008D018E"/>
    <w:rsid w:val="008D54EE"/>
    <w:rsid w:val="008E0152"/>
    <w:rsid w:val="008E2363"/>
    <w:rsid w:val="008E7D65"/>
    <w:rsid w:val="00900804"/>
    <w:rsid w:val="00903B24"/>
    <w:rsid w:val="00906E8F"/>
    <w:rsid w:val="009208AE"/>
    <w:rsid w:val="00934302"/>
    <w:rsid w:val="009374AE"/>
    <w:rsid w:val="00943A8B"/>
    <w:rsid w:val="009468C8"/>
    <w:rsid w:val="009576A2"/>
    <w:rsid w:val="00961F70"/>
    <w:rsid w:val="009729AD"/>
    <w:rsid w:val="00986A4C"/>
    <w:rsid w:val="009941E4"/>
    <w:rsid w:val="009B3369"/>
    <w:rsid w:val="009C1ECF"/>
    <w:rsid w:val="009D5D8A"/>
    <w:rsid w:val="009F7248"/>
    <w:rsid w:val="009F7C49"/>
    <w:rsid w:val="00A07D7A"/>
    <w:rsid w:val="00A13249"/>
    <w:rsid w:val="00A25B24"/>
    <w:rsid w:val="00A35D20"/>
    <w:rsid w:val="00A41007"/>
    <w:rsid w:val="00A57652"/>
    <w:rsid w:val="00A602FC"/>
    <w:rsid w:val="00A71D50"/>
    <w:rsid w:val="00AA1FE5"/>
    <w:rsid w:val="00AD0C26"/>
    <w:rsid w:val="00AE61F4"/>
    <w:rsid w:val="00AF10A6"/>
    <w:rsid w:val="00B05D95"/>
    <w:rsid w:val="00B0719C"/>
    <w:rsid w:val="00B25B03"/>
    <w:rsid w:val="00B32B53"/>
    <w:rsid w:val="00B3334A"/>
    <w:rsid w:val="00B3445B"/>
    <w:rsid w:val="00B46B38"/>
    <w:rsid w:val="00B47ECF"/>
    <w:rsid w:val="00B6036A"/>
    <w:rsid w:val="00B62BF7"/>
    <w:rsid w:val="00B73418"/>
    <w:rsid w:val="00B854FA"/>
    <w:rsid w:val="00B92F46"/>
    <w:rsid w:val="00BB0753"/>
    <w:rsid w:val="00BC135C"/>
    <w:rsid w:val="00BC468F"/>
    <w:rsid w:val="00BC5448"/>
    <w:rsid w:val="00BE3E88"/>
    <w:rsid w:val="00BF174A"/>
    <w:rsid w:val="00C034E0"/>
    <w:rsid w:val="00C30DDF"/>
    <w:rsid w:val="00C3174D"/>
    <w:rsid w:val="00C3305E"/>
    <w:rsid w:val="00C403BE"/>
    <w:rsid w:val="00C469C7"/>
    <w:rsid w:val="00C82CE5"/>
    <w:rsid w:val="00C850F7"/>
    <w:rsid w:val="00C90D79"/>
    <w:rsid w:val="00C94E7A"/>
    <w:rsid w:val="00CA31CD"/>
    <w:rsid w:val="00CA4AC8"/>
    <w:rsid w:val="00CA78FA"/>
    <w:rsid w:val="00CB158F"/>
    <w:rsid w:val="00CC1442"/>
    <w:rsid w:val="00CE2726"/>
    <w:rsid w:val="00CE2E6E"/>
    <w:rsid w:val="00CE38FC"/>
    <w:rsid w:val="00CE7341"/>
    <w:rsid w:val="00CF27A4"/>
    <w:rsid w:val="00D102D7"/>
    <w:rsid w:val="00D1030C"/>
    <w:rsid w:val="00D15075"/>
    <w:rsid w:val="00D157AB"/>
    <w:rsid w:val="00D222AD"/>
    <w:rsid w:val="00D243B5"/>
    <w:rsid w:val="00D30297"/>
    <w:rsid w:val="00D32658"/>
    <w:rsid w:val="00D35293"/>
    <w:rsid w:val="00D364E4"/>
    <w:rsid w:val="00D36A0E"/>
    <w:rsid w:val="00D36AC3"/>
    <w:rsid w:val="00D37BA8"/>
    <w:rsid w:val="00D43125"/>
    <w:rsid w:val="00D44343"/>
    <w:rsid w:val="00D61ABA"/>
    <w:rsid w:val="00D670E8"/>
    <w:rsid w:val="00D710E9"/>
    <w:rsid w:val="00D74BC8"/>
    <w:rsid w:val="00D8164B"/>
    <w:rsid w:val="00D827E3"/>
    <w:rsid w:val="00DB204F"/>
    <w:rsid w:val="00DC5AF5"/>
    <w:rsid w:val="00DD3594"/>
    <w:rsid w:val="00DF4435"/>
    <w:rsid w:val="00DF46E5"/>
    <w:rsid w:val="00E05167"/>
    <w:rsid w:val="00E15C96"/>
    <w:rsid w:val="00E21AC8"/>
    <w:rsid w:val="00E24B59"/>
    <w:rsid w:val="00E26152"/>
    <w:rsid w:val="00E32903"/>
    <w:rsid w:val="00E34B5D"/>
    <w:rsid w:val="00E3742D"/>
    <w:rsid w:val="00E64ABF"/>
    <w:rsid w:val="00E85500"/>
    <w:rsid w:val="00E94D01"/>
    <w:rsid w:val="00E97263"/>
    <w:rsid w:val="00EB0048"/>
    <w:rsid w:val="00EB1DB0"/>
    <w:rsid w:val="00EC248D"/>
    <w:rsid w:val="00ED4062"/>
    <w:rsid w:val="00ED63FC"/>
    <w:rsid w:val="00EE115A"/>
    <w:rsid w:val="00EE2B54"/>
    <w:rsid w:val="00EF7A0B"/>
    <w:rsid w:val="00F12042"/>
    <w:rsid w:val="00F24283"/>
    <w:rsid w:val="00F253A9"/>
    <w:rsid w:val="00F268D2"/>
    <w:rsid w:val="00F27D15"/>
    <w:rsid w:val="00F32DDD"/>
    <w:rsid w:val="00F33B18"/>
    <w:rsid w:val="00F34A9D"/>
    <w:rsid w:val="00F620A9"/>
    <w:rsid w:val="00F66556"/>
    <w:rsid w:val="00F67671"/>
    <w:rsid w:val="00F82099"/>
    <w:rsid w:val="00FA02CA"/>
    <w:rsid w:val="00FB5849"/>
    <w:rsid w:val="00FC60AB"/>
    <w:rsid w:val="00FE1BC0"/>
    <w:rsid w:val="00FF156F"/>
    <w:rsid w:val="00FF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6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7368F"/>
    <w:pPr>
      <w:spacing w:after="200" w:line="276" w:lineRule="auto"/>
    </w:pPr>
  </w:style>
  <w:style w:type="paragraph" w:styleId="Title">
    <w:name w:val="Title"/>
    <w:basedOn w:val="Normal"/>
    <w:link w:val="TitleChar"/>
    <w:uiPriority w:val="99"/>
    <w:qFormat/>
    <w:rsid w:val="0047368F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7368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36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47368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64AB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E115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B58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5849"/>
    <w:rPr>
      <w:rFonts w:ascii="Segoe UI" w:hAnsi="Segoe UI" w:cs="Segoe UI"/>
      <w:sz w:val="18"/>
      <w:szCs w:val="18"/>
      <w:lang w:eastAsia="ru-RU"/>
    </w:rPr>
  </w:style>
  <w:style w:type="character" w:customStyle="1" w:styleId="FontStyle33">
    <w:name w:val="Font Style33"/>
    <w:uiPriority w:val="99"/>
    <w:rsid w:val="00E26152"/>
    <w:rPr>
      <w:rFonts w:ascii="Times New Roman" w:hAnsi="Times New Roman"/>
      <w:sz w:val="28"/>
    </w:rPr>
  </w:style>
  <w:style w:type="character" w:customStyle="1" w:styleId="FontStyle35">
    <w:name w:val="Font Style35"/>
    <w:uiPriority w:val="99"/>
    <w:rsid w:val="00E2615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1014</TotalTime>
  <Pages>1</Pages>
  <Words>247</Words>
  <Characters>1414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104</cp:revision>
  <cp:lastPrinted>2022-11-30T16:29:00Z</cp:lastPrinted>
  <dcterms:created xsi:type="dcterms:W3CDTF">2015-11-26T08:34:00Z</dcterms:created>
  <dcterms:modified xsi:type="dcterms:W3CDTF">2024-11-15T15:51:00Z</dcterms:modified>
</cp:coreProperties>
</file>